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1628D93A" w14:textId="0C2EB739" w:rsidR="0022369B" w:rsidRPr="00C541EA" w:rsidRDefault="00111D93" w:rsidP="00B86FCC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m</w:t>
      </w:r>
      <w:r w:rsidR="00B86FCC" w:rsidRPr="00C541EA">
        <w:rPr>
          <w:rFonts w:ascii="Arial" w:hAnsi="Arial"/>
        </w:rPr>
        <w:t xml:space="preserve">ontage-element voor </w:t>
      </w:r>
      <w:r w:rsidR="00FF5787" w:rsidRPr="00C541EA">
        <w:rPr>
          <w:rFonts w:ascii="Arial" w:hAnsi="Arial"/>
        </w:rPr>
        <w:t>urinoir</w:t>
      </w:r>
    </w:p>
    <w:p w14:paraId="382246BC" w14:textId="552496CA" w:rsidR="0022369B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2369B" w:rsidRPr="00C541EA">
        <w:rPr>
          <w:rFonts w:ascii="Arial" w:hAnsi="Arial"/>
        </w:rPr>
        <w:t xml:space="preserve"> tegen een muur</w:t>
      </w:r>
      <w:r w:rsidR="00427519" w:rsidRPr="00C541EA">
        <w:rPr>
          <w:rFonts w:ascii="Arial" w:hAnsi="Arial"/>
        </w:rPr>
        <w:t xml:space="preserve">, door gebruik te maken van een </w:t>
      </w:r>
      <w:proofErr w:type="spellStart"/>
      <w:r w:rsidR="00427519" w:rsidRPr="00C541EA">
        <w:rPr>
          <w:rFonts w:ascii="Arial" w:hAnsi="Arial"/>
        </w:rPr>
        <w:t>muurbevestigingsset</w:t>
      </w:r>
      <w:proofErr w:type="spellEnd"/>
      <w:r w:rsidR="0022369B" w:rsidRPr="00C541EA">
        <w:rPr>
          <w:rFonts w:ascii="Arial" w:hAnsi="Arial"/>
        </w:rPr>
        <w:t xml:space="preserve"> en af te werken met platen</w:t>
      </w:r>
      <w:r w:rsidR="00313017" w:rsidRPr="00C541EA">
        <w:rPr>
          <w:rFonts w:ascii="Arial" w:hAnsi="Arial"/>
        </w:rPr>
        <w:t xml:space="preserve"> (gipsplaten, …)</w:t>
      </w:r>
    </w:p>
    <w:p w14:paraId="16006AC6" w14:textId="77777777" w:rsidR="00291714" w:rsidRPr="00C541EA" w:rsidRDefault="003F2B0F" w:rsidP="0022369B">
      <w:pPr>
        <w:pStyle w:val="Bulleted2"/>
        <w:rPr>
          <w:rFonts w:ascii="Arial" w:hAnsi="Arial"/>
        </w:rPr>
      </w:pPr>
      <w:r w:rsidRPr="00C541EA">
        <w:rPr>
          <w:rFonts w:ascii="Arial" w:hAnsi="Arial"/>
        </w:rPr>
        <w:t>voor montage</w:t>
      </w:r>
      <w:r w:rsidR="00291714" w:rsidRPr="00C541EA">
        <w:rPr>
          <w:rFonts w:ascii="Arial" w:hAnsi="Arial"/>
        </w:rPr>
        <w:t xml:space="preserve"> in lichte wanden</w:t>
      </w:r>
      <w:r w:rsidR="006C517E" w:rsidRPr="00C541EA">
        <w:rPr>
          <w:rFonts w:ascii="Arial" w:hAnsi="Arial"/>
        </w:rPr>
        <w:t xml:space="preserve"> (vóorzetwanden of scheidingswanden)</w:t>
      </w:r>
    </w:p>
    <w:p w14:paraId="334E008A" w14:textId="70A1899F" w:rsidR="00A134DA" w:rsidRPr="003548D8" w:rsidRDefault="003C65AD" w:rsidP="00D63F93">
      <w:pPr>
        <w:pStyle w:val="Bulleted1"/>
        <w:rPr>
          <w:rFonts w:ascii="Arial" w:hAnsi="Arial"/>
        </w:rPr>
      </w:pPr>
      <w:r w:rsidRPr="003548D8">
        <w:rPr>
          <w:rFonts w:ascii="Arial" w:hAnsi="Arial"/>
        </w:rPr>
        <w:t xml:space="preserve">de </w:t>
      </w:r>
      <w:proofErr w:type="spellStart"/>
      <w:r w:rsidRPr="003548D8">
        <w:rPr>
          <w:rFonts w:ascii="Arial" w:hAnsi="Arial"/>
        </w:rPr>
        <w:t>voorgemonteerde</w:t>
      </w:r>
      <w:proofErr w:type="spellEnd"/>
      <w:r w:rsidRPr="003548D8">
        <w:rPr>
          <w:rFonts w:ascii="Arial" w:hAnsi="Arial"/>
        </w:rPr>
        <w:t xml:space="preserve"> inbouwdoos voor urinoirsturing bevindt zicht boven het urinoir en is geschikt voor </w:t>
      </w:r>
      <w:r w:rsidR="0008116B" w:rsidRPr="003548D8">
        <w:rPr>
          <w:rFonts w:ascii="Arial" w:hAnsi="Arial"/>
        </w:rPr>
        <w:t xml:space="preserve">het inbouwen van </w:t>
      </w:r>
      <w:r w:rsidRPr="003548D8">
        <w:rPr>
          <w:rFonts w:ascii="Arial" w:hAnsi="Arial"/>
        </w:rPr>
        <w:t xml:space="preserve">een manuele of </w:t>
      </w:r>
      <w:r w:rsidR="0008116B" w:rsidRPr="003548D8">
        <w:rPr>
          <w:rFonts w:ascii="Arial" w:hAnsi="Arial"/>
        </w:rPr>
        <w:t xml:space="preserve">van een </w:t>
      </w:r>
      <w:r w:rsidR="007A5D68" w:rsidRPr="003548D8">
        <w:rPr>
          <w:rFonts w:ascii="Arial" w:hAnsi="Arial"/>
        </w:rPr>
        <w:t>automatische urinoirspoeling</w:t>
      </w:r>
    </w:p>
    <w:p w14:paraId="11266EB3" w14:textId="3D6EDA2D" w:rsidR="008A5A3A" w:rsidRPr="003B67A7" w:rsidRDefault="008A5A3A" w:rsidP="00D63F9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het montage-element is geschikt voor het aansluiten van urinoirs met een toevoer, via </w:t>
      </w:r>
      <w:r w:rsidR="003B67A7" w:rsidRPr="003B67A7">
        <w:rPr>
          <w:rFonts w:ascii="Arial" w:hAnsi="Arial"/>
        </w:rPr>
        <w:br/>
      </w:r>
      <w:r w:rsidR="003B67A7" w:rsidRPr="003B67A7">
        <w:rPr>
          <w:rFonts w:ascii="Arial" w:hAnsi="Arial"/>
        </w:rPr>
        <w:t>R ½"</w:t>
      </w:r>
      <w:r w:rsidRPr="003B67A7">
        <w:rPr>
          <w:rFonts w:ascii="Arial" w:hAnsi="Arial"/>
        </w:rPr>
        <w:t>, en afvoer langs achteren</w:t>
      </w:r>
    </w:p>
    <w:p w14:paraId="54F56217" w14:textId="77777777" w:rsidR="00297424" w:rsidRPr="00C541EA" w:rsidRDefault="00297424" w:rsidP="00297424">
      <w:pPr>
        <w:pStyle w:val="Heading1"/>
        <w:rPr>
          <w:rFonts w:ascii="Arial" w:hAnsi="Arial"/>
          <w:b/>
        </w:rPr>
      </w:pPr>
      <w:r w:rsidRPr="00C541EA">
        <w:rPr>
          <w:rFonts w:ascii="Arial" w:hAnsi="Arial"/>
          <w:b/>
        </w:rPr>
        <w:t>Materiaal en eigenschappen</w:t>
      </w:r>
    </w:p>
    <w:p w14:paraId="64C0F913" w14:textId="77777777" w:rsidR="00B86FCC" w:rsidRPr="00C541EA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C541EA">
        <w:rPr>
          <w:rFonts w:ascii="Arial" w:hAnsi="Arial"/>
          <w:b/>
          <w:u w:val="none"/>
        </w:rPr>
        <w:t>Materiaal</w:t>
      </w:r>
    </w:p>
    <w:p w14:paraId="5A203D3F" w14:textId="7D0760CD" w:rsidR="00F97930" w:rsidRPr="00C541EA" w:rsidRDefault="006E08F2" w:rsidP="00F97930">
      <w:pPr>
        <w:pStyle w:val="Bulleted1"/>
        <w:rPr>
          <w:rFonts w:ascii="Arial" w:hAnsi="Arial"/>
        </w:rPr>
      </w:pPr>
      <w:bookmarkStart w:id="0" w:name="_Hlk35937103"/>
      <w:r w:rsidRPr="00C541EA">
        <w:rPr>
          <w:rFonts w:ascii="Arial" w:hAnsi="Arial"/>
        </w:rPr>
        <w:t xml:space="preserve">het </w:t>
      </w:r>
      <w:r w:rsidR="00F97930" w:rsidRPr="00C541EA">
        <w:rPr>
          <w:rFonts w:ascii="Arial" w:hAnsi="Arial"/>
        </w:rPr>
        <w:t xml:space="preserve">montage-element voor </w:t>
      </w:r>
      <w:r w:rsidR="00512AB7">
        <w:rPr>
          <w:rFonts w:ascii="Arial" w:hAnsi="Arial"/>
        </w:rPr>
        <w:t>urinoir</w:t>
      </w:r>
      <w:r w:rsidR="00F97930" w:rsidRPr="00C541EA">
        <w:rPr>
          <w:rFonts w:ascii="Arial" w:hAnsi="Arial"/>
        </w:rPr>
        <w:t xml:space="preserve"> </w:t>
      </w:r>
      <w:r w:rsidRPr="00C541EA">
        <w:rPr>
          <w:rFonts w:ascii="Arial" w:hAnsi="Arial"/>
        </w:rPr>
        <w:t xml:space="preserve">is </w:t>
      </w:r>
      <w:r w:rsidR="00F97930" w:rsidRPr="00C541EA">
        <w:rPr>
          <w:rFonts w:ascii="Arial" w:hAnsi="Arial"/>
        </w:rPr>
        <w:t xml:space="preserve">uit een blauw </w:t>
      </w:r>
      <w:proofErr w:type="spellStart"/>
      <w:r w:rsidR="00D3656D" w:rsidRPr="00C541EA">
        <w:rPr>
          <w:rFonts w:ascii="Arial" w:hAnsi="Arial"/>
        </w:rPr>
        <w:t>poeder</w:t>
      </w:r>
      <w:r w:rsidR="00F97930" w:rsidRPr="00C541EA">
        <w:rPr>
          <w:rFonts w:ascii="Arial" w:hAnsi="Arial"/>
        </w:rPr>
        <w:t>gelakt</w:t>
      </w:r>
      <w:proofErr w:type="spellEnd"/>
      <w:r w:rsidR="00F97930" w:rsidRPr="00C541EA">
        <w:rPr>
          <w:rFonts w:ascii="Arial" w:hAnsi="Arial"/>
        </w:rPr>
        <w:t xml:space="preserve"> stalen C-profiel van </w:t>
      </w:r>
      <w:r w:rsidR="003C69CE" w:rsidRPr="00C541EA">
        <w:rPr>
          <w:rFonts w:ascii="Arial" w:hAnsi="Arial"/>
        </w:rPr>
        <w:br/>
      </w:r>
      <w:r w:rsidR="00F97930" w:rsidRPr="00C541EA">
        <w:rPr>
          <w:rFonts w:ascii="Arial" w:hAnsi="Arial"/>
        </w:rPr>
        <w:t>4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x</w:t>
      </w:r>
      <w:r w:rsidR="00C34CD2" w:rsidRPr="00C541EA">
        <w:rPr>
          <w:rFonts w:ascii="Arial" w:hAnsi="Arial"/>
        </w:rPr>
        <w:t xml:space="preserve"> </w:t>
      </w:r>
      <w:r w:rsidR="00F97930" w:rsidRPr="00C541EA">
        <w:rPr>
          <w:rFonts w:ascii="Arial" w:hAnsi="Arial"/>
        </w:rPr>
        <w:t>4 cm met een wanddikte van 2 mm</w:t>
      </w:r>
    </w:p>
    <w:p w14:paraId="21DA7095" w14:textId="5247028E" w:rsidR="00F97930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F97930" w:rsidRPr="00C541EA">
        <w:rPr>
          <w:rFonts w:ascii="Arial" w:hAnsi="Arial"/>
        </w:rPr>
        <w:t>voetsteunen</w:t>
      </w:r>
      <w:r w:rsidR="000F34AC" w:rsidRPr="00C541EA">
        <w:rPr>
          <w:rFonts w:ascii="Arial" w:hAnsi="Arial"/>
        </w:rPr>
        <w:t xml:space="preserve"> en </w:t>
      </w:r>
      <w:r w:rsidR="003938CC" w:rsidRPr="00C541EA">
        <w:rPr>
          <w:rFonts w:ascii="Arial" w:hAnsi="Arial"/>
        </w:rPr>
        <w:t>voetsteunplaatjes</w:t>
      </w:r>
      <w:r w:rsidR="00F97930" w:rsidRPr="00C541EA">
        <w:rPr>
          <w:rFonts w:ascii="Arial" w:hAnsi="Arial"/>
        </w:rPr>
        <w:t xml:space="preserve"> zijn verzinkt</w:t>
      </w:r>
    </w:p>
    <w:p w14:paraId="541DBDAC" w14:textId="0400C4A4" w:rsidR="000C0EB2" w:rsidRPr="00C541EA" w:rsidRDefault="006E08F2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70483D" w:rsidRPr="00C541EA">
        <w:rPr>
          <w:rFonts w:ascii="Arial" w:hAnsi="Arial"/>
        </w:rPr>
        <w:t>urinoirsifon</w:t>
      </w:r>
      <w:r w:rsidR="000C0EB2" w:rsidRPr="00C541EA">
        <w:rPr>
          <w:rFonts w:ascii="Arial" w:hAnsi="Arial"/>
        </w:rPr>
        <w:t xml:space="preserve"> (</w:t>
      </w:r>
      <w:r w:rsidR="0070483D" w:rsidRPr="00C541EA">
        <w:rPr>
          <w:rFonts w:ascii="Arial" w:hAnsi="Arial"/>
        </w:rPr>
        <w:t xml:space="preserve">uitgang </w:t>
      </w:r>
      <w:r w:rsidR="000C0EB2" w:rsidRPr="00C541EA">
        <w:rPr>
          <w:rFonts w:ascii="Arial" w:hAnsi="Arial"/>
        </w:rPr>
        <w:t>ø5</w:t>
      </w:r>
      <w:r w:rsidR="0070483D" w:rsidRPr="00C541EA">
        <w:rPr>
          <w:rFonts w:ascii="Arial" w:hAnsi="Arial"/>
        </w:rPr>
        <w:t>0</w:t>
      </w:r>
      <w:r w:rsidR="003C69CE" w:rsidRPr="00C541EA">
        <w:rPr>
          <w:rFonts w:ascii="Arial" w:hAnsi="Arial"/>
        </w:rPr>
        <w:t xml:space="preserve"> mm</w:t>
      </w:r>
      <w:r w:rsidR="000C0EB2" w:rsidRPr="00C541EA">
        <w:rPr>
          <w:rFonts w:ascii="Arial" w:hAnsi="Arial"/>
        </w:rPr>
        <w:t>) is van PP</w:t>
      </w:r>
    </w:p>
    <w:p w14:paraId="2C846CAB" w14:textId="5AD8775B" w:rsidR="0070483D" w:rsidRPr="00C541EA" w:rsidRDefault="0070483D" w:rsidP="000C0EB2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van de sifon is van EPDM</w:t>
      </w:r>
    </w:p>
    <w:p w14:paraId="14025C82" w14:textId="647AD5B4" w:rsidR="000C0EB2" w:rsidRPr="00C541EA" w:rsidRDefault="006E08F2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A10D0B" w:rsidRPr="00C541EA">
        <w:rPr>
          <w:rFonts w:ascii="Arial" w:hAnsi="Arial"/>
        </w:rPr>
        <w:t>afvoerbocht (</w:t>
      </w:r>
      <w:r w:rsidR="0070483D" w:rsidRPr="00C541EA">
        <w:rPr>
          <w:rFonts w:ascii="Arial" w:hAnsi="Arial"/>
        </w:rPr>
        <w:t xml:space="preserve">uitgang </w:t>
      </w:r>
      <w:r w:rsidR="00A10D0B"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50</w:t>
      </w:r>
      <w:r w:rsidR="00A10D0B" w:rsidRPr="00C541EA">
        <w:rPr>
          <w:rFonts w:ascii="Arial" w:hAnsi="Arial"/>
        </w:rPr>
        <w:t xml:space="preserve"> mm) </w:t>
      </w:r>
      <w:r w:rsidR="00626F55" w:rsidRPr="00C541EA">
        <w:rPr>
          <w:rFonts w:ascii="Arial" w:hAnsi="Arial"/>
        </w:rPr>
        <w:t>is</w:t>
      </w:r>
      <w:r w:rsidR="000C0EB2" w:rsidRPr="00C541EA">
        <w:rPr>
          <w:rFonts w:ascii="Arial" w:hAnsi="Arial"/>
        </w:rPr>
        <w:t xml:space="preserve"> van PE</w:t>
      </w:r>
    </w:p>
    <w:p w14:paraId="576546BC" w14:textId="730C02BC" w:rsidR="00A26784" w:rsidRPr="00C541EA" w:rsidRDefault="00A26784" w:rsidP="00F97930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lippendichting (ø50 mm x ø57 mm) van de afvoerbocht is van EPDM</w:t>
      </w:r>
    </w:p>
    <w:p w14:paraId="39A3A5B8" w14:textId="77777777" w:rsidR="00945AE1" w:rsidRPr="00C541EA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C541EA">
        <w:rPr>
          <w:rFonts w:ascii="Arial" w:hAnsi="Arial"/>
          <w:b/>
          <w:u w:val="none"/>
        </w:rPr>
        <w:t>Eigenschappen</w:t>
      </w:r>
    </w:p>
    <w:p w14:paraId="56194A0D" w14:textId="77777777" w:rsidR="00297424" w:rsidRPr="00C541EA" w:rsidRDefault="0029742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het rechthoekige kader van het montage-element is volledig gesloten en gelast</w:t>
      </w:r>
    </w:p>
    <w:bookmarkEnd w:id="1"/>
    <w:p w14:paraId="60FFB2E4" w14:textId="3C9DF481" w:rsidR="008B69BF" w:rsidRPr="00C541EA" w:rsidRDefault="001B5A7E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afzonderlijk, traploos in hoogte instelbare voetsteunen</w:t>
      </w:r>
    </w:p>
    <w:p w14:paraId="4C7EC8E4" w14:textId="77777777" w:rsidR="00630E86" w:rsidRPr="00C541EA" w:rsidRDefault="00630E86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een veermechanisme, </w:t>
      </w:r>
      <w:proofErr w:type="spellStart"/>
      <w:r w:rsidRPr="00C541EA">
        <w:rPr>
          <w:rFonts w:ascii="Arial" w:hAnsi="Arial"/>
        </w:rPr>
        <w:t>voorgemonteerd</w:t>
      </w:r>
      <w:proofErr w:type="spellEnd"/>
      <w:r w:rsidRPr="00C541EA">
        <w:rPr>
          <w:rFonts w:ascii="Arial" w:hAnsi="Arial"/>
        </w:rPr>
        <w:t xml:space="preserve"> in de voetsteunen, </w:t>
      </w:r>
      <w:r w:rsidR="00D34E34" w:rsidRPr="00C541EA">
        <w:rPr>
          <w:rFonts w:ascii="Arial" w:hAnsi="Arial"/>
        </w:rPr>
        <w:t>be</w:t>
      </w:r>
      <w:r w:rsidRPr="00C541EA">
        <w:rPr>
          <w:rFonts w:ascii="Arial" w:hAnsi="Arial"/>
        </w:rPr>
        <w:t xml:space="preserve">zorgt </w:t>
      </w:r>
      <w:r w:rsidR="00D34E34" w:rsidRPr="00C541EA">
        <w:rPr>
          <w:rFonts w:ascii="Arial" w:hAnsi="Arial"/>
        </w:rPr>
        <w:t>ze</w:t>
      </w:r>
      <w:r w:rsidRPr="00C541EA">
        <w:rPr>
          <w:rFonts w:ascii="Arial" w:hAnsi="Arial"/>
        </w:rPr>
        <w:t xml:space="preserve"> een "anti-afglijmechanisme" en vergemakkelijk</w:t>
      </w:r>
      <w:r w:rsidR="00D34E34" w:rsidRPr="00C541EA">
        <w:rPr>
          <w:rFonts w:ascii="Arial" w:hAnsi="Arial"/>
        </w:rPr>
        <w:t>t</w:t>
      </w:r>
      <w:r w:rsidRPr="00C541EA">
        <w:rPr>
          <w:rFonts w:ascii="Arial" w:hAnsi="Arial"/>
        </w:rPr>
        <w:t xml:space="preserve"> </w:t>
      </w:r>
      <w:r w:rsidR="00D34E34" w:rsidRPr="00C541EA">
        <w:rPr>
          <w:rFonts w:ascii="Arial" w:hAnsi="Arial"/>
        </w:rPr>
        <w:t xml:space="preserve">zo </w:t>
      </w:r>
      <w:r w:rsidRPr="00C541EA">
        <w:rPr>
          <w:rFonts w:ascii="Arial" w:hAnsi="Arial"/>
        </w:rPr>
        <w:t>de hoogteregeling tijdens de montage</w:t>
      </w:r>
    </w:p>
    <w:p w14:paraId="36EDBA88" w14:textId="77777777" w:rsidR="005E10A0" w:rsidRPr="00C541EA" w:rsidRDefault="00BF6328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een merkteken dat de bepaling van de montagehoogte ten opzichte van de afgewerkte vloer vergemakkelijkt</w:t>
      </w:r>
    </w:p>
    <w:p w14:paraId="5919B5DE" w14:textId="77777777" w:rsidR="006E740D" w:rsidRPr="00C541EA" w:rsidRDefault="009C1414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rechthoekige voetsteunplaatjes </w:t>
      </w:r>
      <w:r w:rsidR="00C224F6" w:rsidRPr="00C541EA">
        <w:rPr>
          <w:rFonts w:ascii="Arial" w:hAnsi="Arial"/>
        </w:rPr>
        <w:t xml:space="preserve">zijn draaibaar, ze passen in </w:t>
      </w:r>
      <w:r w:rsidR="009432E6" w:rsidRPr="00C541EA">
        <w:rPr>
          <w:rFonts w:ascii="Arial" w:hAnsi="Arial"/>
        </w:rPr>
        <w:t>metalen</w:t>
      </w:r>
      <w:r w:rsidR="00C224F6" w:rsidRPr="00C541EA">
        <w:rPr>
          <w:rFonts w:ascii="Arial" w:hAnsi="Arial"/>
        </w:rPr>
        <w:t xml:space="preserve"> U</w:t>
      </w:r>
      <w:r w:rsidR="009432E6" w:rsidRPr="00C541EA">
        <w:rPr>
          <w:rFonts w:ascii="Arial" w:hAnsi="Arial"/>
        </w:rPr>
        <w:t>-profielen van 5 en 7,5 cm</w:t>
      </w:r>
      <w:r w:rsidR="00C224F6" w:rsidRPr="00C541EA">
        <w:rPr>
          <w:rFonts w:ascii="Arial" w:hAnsi="Arial"/>
        </w:rPr>
        <w:t xml:space="preserve"> </w:t>
      </w:r>
      <w:r w:rsidR="006E740D" w:rsidRPr="00C541EA">
        <w:rPr>
          <w:rFonts w:ascii="Arial" w:hAnsi="Arial"/>
        </w:rPr>
        <w:t>(</w:t>
      </w:r>
      <w:r w:rsidR="00C07E3A" w:rsidRPr="00C541EA">
        <w:rPr>
          <w:rFonts w:ascii="Arial" w:hAnsi="Arial"/>
        </w:rPr>
        <w:t xml:space="preserve">lichte </w:t>
      </w:r>
      <w:r w:rsidR="009432E6" w:rsidRPr="00C541EA">
        <w:rPr>
          <w:rFonts w:ascii="Arial" w:hAnsi="Arial"/>
        </w:rPr>
        <w:t>wanden</w:t>
      </w:r>
      <w:r w:rsidR="006E740D" w:rsidRPr="00C541EA">
        <w:rPr>
          <w:rFonts w:ascii="Arial" w:hAnsi="Arial"/>
        </w:rPr>
        <w:t>)</w:t>
      </w:r>
    </w:p>
    <w:p w14:paraId="4A62E3E8" w14:textId="77777777" w:rsidR="009F34EA" w:rsidRPr="00C541EA" w:rsidRDefault="006E740D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rechthoekige voetsteunplaatjes passen in</w:t>
      </w:r>
      <w:r w:rsidR="00C224F6" w:rsidRPr="00C541EA">
        <w:rPr>
          <w:rFonts w:ascii="Arial" w:hAnsi="Arial"/>
        </w:rPr>
        <w:t xml:space="preserve"> het profiel van dezelfde fabrikant</w:t>
      </w:r>
      <w:r w:rsidRPr="00C541EA">
        <w:rPr>
          <w:rFonts w:ascii="Arial" w:hAnsi="Arial"/>
        </w:rPr>
        <w:t xml:space="preserve"> (systeemwanden)</w:t>
      </w:r>
    </w:p>
    <w:p w14:paraId="4ECE2874" w14:textId="77777777" w:rsidR="009C1414" w:rsidRPr="00C541EA" w:rsidRDefault="00F62005" w:rsidP="00297424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19569C" w:rsidRPr="00C541EA">
        <w:rPr>
          <w:rFonts w:ascii="Arial" w:hAnsi="Arial"/>
        </w:rPr>
        <w:t xml:space="preserve">kader </w:t>
      </w:r>
      <w:r w:rsidRPr="00C541EA">
        <w:rPr>
          <w:rFonts w:ascii="Arial" w:hAnsi="Arial"/>
        </w:rPr>
        <w:t>van het montage-element heeft</w:t>
      </w:r>
      <w:r w:rsidR="0019569C" w:rsidRPr="00C541EA">
        <w:rPr>
          <w:rFonts w:ascii="Arial" w:hAnsi="Arial"/>
        </w:rPr>
        <w:t xml:space="preserve"> boorgaten ø 9 mm voor bevestiging in houtskeletbouw</w:t>
      </w:r>
    </w:p>
    <w:p w14:paraId="55F2B691" w14:textId="2943E1C7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draaibare afvoerbocht </w:t>
      </w:r>
      <w:r w:rsidR="00F17076" w:rsidRPr="00C541EA">
        <w:rPr>
          <w:rFonts w:ascii="Arial" w:hAnsi="Arial"/>
        </w:rPr>
        <w:t>van</w:t>
      </w:r>
      <w:r w:rsidRPr="00C541EA">
        <w:rPr>
          <w:rFonts w:ascii="Arial" w:hAnsi="Arial"/>
        </w:rPr>
        <w:t xml:space="preserve"> PE</w:t>
      </w:r>
      <w:r w:rsidR="00266489" w:rsidRPr="00C541EA">
        <w:rPr>
          <w:rFonts w:ascii="Arial" w:hAnsi="Arial"/>
        </w:rPr>
        <w:t xml:space="preserve"> (uitgang </w:t>
      </w:r>
      <w:r w:rsidRPr="00C541EA">
        <w:rPr>
          <w:rFonts w:ascii="Arial" w:hAnsi="Arial"/>
        </w:rPr>
        <w:t>ø</w:t>
      </w:r>
      <w:r w:rsidR="00626F55" w:rsidRPr="00C541EA">
        <w:rPr>
          <w:rFonts w:ascii="Arial" w:hAnsi="Arial"/>
        </w:rPr>
        <w:t>5</w:t>
      </w:r>
      <w:r w:rsidRPr="00C541EA">
        <w:rPr>
          <w:rFonts w:ascii="Arial" w:hAnsi="Arial"/>
        </w:rPr>
        <w:t>0</w:t>
      </w:r>
      <w:r w:rsidR="00BB0FFD" w:rsidRPr="00C541EA">
        <w:rPr>
          <w:rFonts w:ascii="Arial" w:hAnsi="Arial"/>
        </w:rPr>
        <w:t xml:space="preserve"> mm</w:t>
      </w:r>
      <w:r w:rsidRPr="00C541EA">
        <w:rPr>
          <w:rFonts w:ascii="Arial" w:hAnsi="Arial"/>
        </w:rPr>
        <w:t xml:space="preserve">) en afvoerbeugel met </w:t>
      </w:r>
      <w:r w:rsidR="007C616F" w:rsidRPr="00C541EA">
        <w:rPr>
          <w:rFonts w:ascii="Arial" w:hAnsi="Arial"/>
        </w:rPr>
        <w:t xml:space="preserve">akoestische </w:t>
      </w:r>
      <w:r w:rsidRPr="00C541EA">
        <w:rPr>
          <w:rFonts w:ascii="Arial" w:hAnsi="Arial"/>
        </w:rPr>
        <w:t>voering</w:t>
      </w:r>
      <w:r w:rsidR="00626F55" w:rsidRPr="00C541EA">
        <w:rPr>
          <w:rFonts w:ascii="Arial" w:hAnsi="Arial"/>
        </w:rPr>
        <w:t xml:space="preserve"> in hoogte instelbaar</w:t>
      </w:r>
    </w:p>
    <w:p w14:paraId="5B52BD01" w14:textId="77A04D0F" w:rsidR="00D426C3" w:rsidRPr="00C541EA" w:rsidRDefault="00D426C3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afvoerbocht </w:t>
      </w:r>
      <w:r w:rsidR="00B211CB" w:rsidRPr="00C541EA">
        <w:rPr>
          <w:rFonts w:ascii="Arial" w:hAnsi="Arial"/>
        </w:rPr>
        <w:t>traploos in d</w:t>
      </w:r>
      <w:r w:rsidRPr="00C541EA">
        <w:rPr>
          <w:rFonts w:ascii="Arial" w:hAnsi="Arial"/>
        </w:rPr>
        <w:t>iepte te monteren</w:t>
      </w:r>
    </w:p>
    <w:p w14:paraId="75C7A8AC" w14:textId="0093393D" w:rsidR="00A26784" w:rsidRPr="00C541EA" w:rsidRDefault="00A26784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>de afvoerbocht heeft een ingang van ø63 mm waarin een EPDM dichting komt</w:t>
      </w:r>
      <w:r w:rsidR="009743A0">
        <w:rPr>
          <w:rFonts w:ascii="Arial" w:hAnsi="Arial"/>
        </w:rPr>
        <w:t xml:space="preserve"> met een binnendiameter </w:t>
      </w:r>
      <w:r w:rsidR="009743A0" w:rsidRPr="00C541EA">
        <w:rPr>
          <w:rFonts w:ascii="Arial" w:hAnsi="Arial"/>
        </w:rPr>
        <w:t>van ø</w:t>
      </w:r>
      <w:r w:rsidR="009743A0">
        <w:rPr>
          <w:rFonts w:ascii="Arial" w:hAnsi="Arial"/>
        </w:rPr>
        <w:t>50</w:t>
      </w:r>
      <w:r w:rsidR="009743A0" w:rsidRPr="00C541EA">
        <w:rPr>
          <w:rFonts w:ascii="Arial" w:hAnsi="Arial"/>
        </w:rPr>
        <w:t xml:space="preserve"> mm</w:t>
      </w:r>
    </w:p>
    <w:p w14:paraId="1029B186" w14:textId="5B8CE520" w:rsidR="00F30601" w:rsidRPr="00C541EA" w:rsidRDefault="00F30601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t xml:space="preserve">de </w:t>
      </w:r>
      <w:r w:rsidR="00874EB0" w:rsidRPr="00C541EA">
        <w:rPr>
          <w:rFonts w:ascii="Arial" w:hAnsi="Arial"/>
        </w:rPr>
        <w:t>aansluiting aan de watertoevoer R ½" (watertoevoerleiding)</w:t>
      </w:r>
    </w:p>
    <w:p w14:paraId="137E0968" w14:textId="78BCFF14" w:rsidR="00874EB0" w:rsidRPr="00C541EA" w:rsidRDefault="00874EB0" w:rsidP="00D426C3">
      <w:pPr>
        <w:pStyle w:val="Bulleted1"/>
        <w:rPr>
          <w:rFonts w:ascii="Arial" w:hAnsi="Arial"/>
        </w:rPr>
      </w:pPr>
      <w:r w:rsidRPr="00C541EA">
        <w:rPr>
          <w:rFonts w:ascii="Arial" w:hAnsi="Arial"/>
        </w:rPr>
        <w:lastRenderedPageBreak/>
        <w:t>mogelijkheid om aan te sluiten aan de watertoevoer zonder gereedschap, met een verbindingsstuk met dichting in plaats van hennep</w:t>
      </w:r>
    </w:p>
    <w:p w14:paraId="40A0ED3A" w14:textId="00175C32" w:rsidR="008A5A3A" w:rsidRPr="003B67A7" w:rsidRDefault="008A5A3A" w:rsidP="00D426C3">
      <w:pPr>
        <w:pStyle w:val="Bulleted1"/>
        <w:rPr>
          <w:rFonts w:ascii="Arial" w:hAnsi="Arial"/>
        </w:rPr>
      </w:pPr>
      <w:r w:rsidRPr="003B67A7">
        <w:rPr>
          <w:rFonts w:ascii="Arial" w:hAnsi="Arial"/>
        </w:rPr>
        <w:t xml:space="preserve">de spoelleiding heeft een </w:t>
      </w:r>
      <w:r w:rsidR="003548D8" w:rsidRPr="003B67A7">
        <w:rPr>
          <w:rFonts w:ascii="Arial" w:hAnsi="Arial"/>
        </w:rPr>
        <w:t xml:space="preserve">aansluitstuk </w:t>
      </w:r>
      <w:r w:rsidR="003548D8" w:rsidRPr="003B67A7">
        <w:rPr>
          <w:rFonts w:ascii="Arial" w:hAnsi="Arial"/>
        </w:rPr>
        <w:t>R ½"</w:t>
      </w:r>
      <w:r w:rsidR="003548D8" w:rsidRPr="003B67A7">
        <w:rPr>
          <w:rFonts w:ascii="Arial" w:hAnsi="Arial"/>
        </w:rPr>
        <w:t xml:space="preserve"> voor aansluiting met het urinoir</w:t>
      </w:r>
    </w:p>
    <w:p w14:paraId="15A8C01D" w14:textId="586314D5" w:rsidR="000B1F6F" w:rsidRPr="00C541EA" w:rsidRDefault="00F12888" w:rsidP="00F803E0">
      <w:pPr>
        <w:pStyle w:val="Bulleted1"/>
        <w:rPr>
          <w:rFonts w:ascii="Arial" w:hAnsi="Arial"/>
        </w:rPr>
      </w:pPr>
      <w:r w:rsidRPr="00C541EA">
        <w:rPr>
          <w:rFonts w:ascii="Arial" w:hAnsi="Arial"/>
          <w:lang w:val="nl-BE"/>
        </w:rPr>
        <w:t xml:space="preserve">de bevestigingsgaten </w:t>
      </w:r>
      <w:r w:rsidR="006360F2" w:rsidRPr="00C541EA">
        <w:rPr>
          <w:rFonts w:ascii="Arial" w:hAnsi="Arial"/>
          <w:lang w:val="nl-BE"/>
        </w:rPr>
        <w:t>M</w:t>
      </w:r>
      <w:r w:rsidR="00626F55" w:rsidRPr="00C541EA">
        <w:rPr>
          <w:rFonts w:ascii="Arial" w:hAnsi="Arial"/>
          <w:lang w:val="nl-BE"/>
        </w:rPr>
        <w:t>8</w:t>
      </w:r>
      <w:r w:rsidR="006360F2" w:rsidRPr="00C541EA">
        <w:rPr>
          <w:rFonts w:ascii="Arial" w:hAnsi="Arial"/>
          <w:lang w:val="nl-BE"/>
        </w:rPr>
        <w:t xml:space="preserve"> (ophanging </w:t>
      </w:r>
      <w:r w:rsidR="00626F55" w:rsidRPr="00C541EA">
        <w:rPr>
          <w:rFonts w:ascii="Arial" w:hAnsi="Arial"/>
          <w:lang w:val="nl-BE"/>
        </w:rPr>
        <w:t>urinoir</w:t>
      </w:r>
      <w:r w:rsidR="006360F2" w:rsidRPr="00C541EA">
        <w:rPr>
          <w:rFonts w:ascii="Arial" w:hAnsi="Arial"/>
          <w:lang w:val="nl-BE"/>
        </w:rPr>
        <w:t xml:space="preserve">) </w:t>
      </w:r>
      <w:r w:rsidRPr="00C541EA">
        <w:rPr>
          <w:rFonts w:ascii="Arial" w:hAnsi="Arial"/>
          <w:lang w:val="nl-BE"/>
        </w:rPr>
        <w:t xml:space="preserve">met een tussenafstand van </w:t>
      </w:r>
      <w:r w:rsidR="00B211CB" w:rsidRPr="00C541EA">
        <w:rPr>
          <w:rFonts w:ascii="Arial" w:hAnsi="Arial"/>
          <w:lang w:val="nl-BE"/>
        </w:rPr>
        <w:t>7,5</w:t>
      </w:r>
      <w:r w:rsidRPr="00C541EA">
        <w:rPr>
          <w:rFonts w:ascii="Arial" w:hAnsi="Arial"/>
          <w:lang w:val="nl-BE"/>
        </w:rPr>
        <w:t xml:space="preserve"> cm </w:t>
      </w:r>
      <w:r w:rsidR="00B211CB" w:rsidRPr="00C541EA">
        <w:rPr>
          <w:rFonts w:ascii="Arial" w:hAnsi="Arial"/>
          <w:lang w:val="nl-BE"/>
        </w:rPr>
        <w:t>tot</w:t>
      </w:r>
      <w:r w:rsidRPr="00C541EA">
        <w:rPr>
          <w:rFonts w:ascii="Arial" w:hAnsi="Arial"/>
          <w:lang w:val="nl-BE"/>
        </w:rPr>
        <w:t xml:space="preserve"> </w:t>
      </w:r>
      <w:r w:rsidR="00B211CB" w:rsidRPr="00C541EA">
        <w:rPr>
          <w:rFonts w:ascii="Arial" w:hAnsi="Arial"/>
          <w:lang w:val="nl-BE"/>
        </w:rPr>
        <w:t>3</w:t>
      </w:r>
      <w:r w:rsidRPr="00C541EA">
        <w:rPr>
          <w:rFonts w:ascii="Arial" w:hAnsi="Arial"/>
          <w:lang w:val="nl-BE"/>
        </w:rPr>
        <w:t>3 cm zijn</w:t>
      </w:r>
      <w:r w:rsidR="00B211CB" w:rsidRPr="00C541EA">
        <w:rPr>
          <w:rFonts w:ascii="Arial" w:hAnsi="Arial"/>
          <w:lang w:val="nl-BE"/>
        </w:rPr>
        <w:t xml:space="preserve"> in hoogte instelbaar en</w:t>
      </w:r>
      <w:r w:rsidRPr="00C541EA">
        <w:rPr>
          <w:rFonts w:ascii="Arial" w:hAnsi="Arial"/>
          <w:lang w:val="nl-BE"/>
        </w:rPr>
        <w:t xml:space="preserve"> voorzien </w:t>
      </w:r>
      <w:r w:rsidR="006360F2" w:rsidRPr="00C541EA">
        <w:rPr>
          <w:rFonts w:ascii="Arial" w:hAnsi="Arial"/>
          <w:lang w:val="nl-BE"/>
        </w:rPr>
        <w:t>in het montage-element</w:t>
      </w:r>
    </w:p>
    <w:p w14:paraId="05DECCC4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429"/>
      </w:tblGrid>
      <w:tr w:rsidR="0020639C" w:rsidRPr="00735DE7" w14:paraId="3FB99451" w14:textId="77777777" w:rsidTr="00626F55">
        <w:tc>
          <w:tcPr>
            <w:tcW w:w="1163" w:type="dxa"/>
          </w:tcPr>
          <w:p w14:paraId="4F621F7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25E1524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6429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626F55">
        <w:tc>
          <w:tcPr>
            <w:tcW w:w="1163" w:type="dxa"/>
          </w:tcPr>
          <w:p w14:paraId="4D7BC29D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FE5DD0D" w14:textId="5A31F683" w:rsidR="0020639C" w:rsidRPr="00735DE7" w:rsidRDefault="00626F55" w:rsidP="00157D48">
            <w:pPr>
              <w:jc w:val="right"/>
            </w:pPr>
            <w:r>
              <w:rPr>
                <w:rFonts w:ascii="Arial" w:hAnsi="Arial"/>
              </w:rPr>
              <w:t xml:space="preserve">112 - </w:t>
            </w:r>
            <w:r w:rsidR="0020639C"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30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6429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626F55" w:rsidRPr="00735DE7" w14:paraId="5933C3CD" w14:textId="77777777" w:rsidTr="00626F55">
        <w:tc>
          <w:tcPr>
            <w:tcW w:w="1163" w:type="dxa"/>
          </w:tcPr>
          <w:p w14:paraId="3277B8FF" w14:textId="2A3CAA25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</w:t>
            </w:r>
          </w:p>
        </w:tc>
        <w:tc>
          <w:tcPr>
            <w:tcW w:w="1418" w:type="dxa"/>
          </w:tcPr>
          <w:p w14:paraId="3600D2F9" w14:textId="64FA1F0B" w:rsidR="00626F55" w:rsidRDefault="00626F55" w:rsidP="00157D48">
            <w:pPr>
              <w:jc w:val="right"/>
              <w:rPr>
                <w:rFonts w:ascii="Arial" w:hAnsi="Arial"/>
              </w:rPr>
            </w:pPr>
            <w:r>
              <w:t>7</w:t>
            </w:r>
          </w:p>
        </w:tc>
        <w:tc>
          <w:tcPr>
            <w:tcW w:w="85" w:type="dxa"/>
          </w:tcPr>
          <w:p w14:paraId="58AA671C" w14:textId="7458269A" w:rsidR="00626F55" w:rsidRPr="00735DE7" w:rsidRDefault="00626F55" w:rsidP="00157D48">
            <w:r>
              <w:t>,</w:t>
            </w:r>
          </w:p>
        </w:tc>
        <w:tc>
          <w:tcPr>
            <w:tcW w:w="142" w:type="dxa"/>
          </w:tcPr>
          <w:p w14:paraId="1C42700C" w14:textId="1A49D377" w:rsidR="00626F55" w:rsidRPr="00735DE7" w:rsidRDefault="00626F55" w:rsidP="00157D48">
            <w:r>
              <w:t>5</w:t>
            </w:r>
          </w:p>
        </w:tc>
        <w:tc>
          <w:tcPr>
            <w:tcW w:w="142" w:type="dxa"/>
          </w:tcPr>
          <w:p w14:paraId="3BD12BCA" w14:textId="1D424E21" w:rsidR="00626F55" w:rsidRPr="00735DE7" w:rsidRDefault="00626F55" w:rsidP="00157D48"/>
        </w:tc>
        <w:tc>
          <w:tcPr>
            <w:tcW w:w="6429" w:type="dxa"/>
          </w:tcPr>
          <w:p w14:paraId="6289BD65" w14:textId="63E4F144" w:rsidR="00626F55" w:rsidRPr="00292A26" w:rsidRDefault="00626F55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cm </w:t>
            </w:r>
            <w:r w:rsidR="0031177E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 xml:space="preserve">zonder </w:t>
            </w:r>
            <w:proofErr w:type="spellStart"/>
            <w:r>
              <w:rPr>
                <w:rFonts w:ascii="Arial" w:hAnsi="Arial"/>
              </w:rPr>
              <w:t>muurbevestigingsset</w:t>
            </w:r>
            <w:proofErr w:type="spellEnd"/>
            <w:r w:rsidR="001E351F">
              <w:rPr>
                <w:rFonts w:ascii="Arial" w:hAnsi="Arial"/>
              </w:rPr>
              <w:t>)</w:t>
            </w:r>
          </w:p>
        </w:tc>
      </w:tr>
    </w:tbl>
    <w:p w14:paraId="65C97AF6" w14:textId="77777777" w:rsidR="005F309C" w:rsidRPr="00981C24" w:rsidRDefault="005F309C" w:rsidP="005F309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7D7F187D" w14:textId="77777777" w:rsidR="005F309C" w:rsidRDefault="005F309C" w:rsidP="005F309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0FDB6D8C" w14:textId="77777777" w:rsidR="005F309C" w:rsidRDefault="005F309C" w:rsidP="005F309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1861895A" w14:textId="2BC56122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0DF0594" w14:textId="127C3EEA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16796C6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9338E12" w:rsidR="000C0EB2" w:rsidRPr="00A75548" w:rsidRDefault="003B67A7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9DDFBB6" wp14:editId="040E77A5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560A33A7" w:rsidR="000C0EB2" w:rsidRPr="00A75548" w:rsidRDefault="003B67A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06C63C2" wp14:editId="393BFE5E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409D7A6" w:rsidR="000C0EB2" w:rsidRPr="00A75548" w:rsidRDefault="003B67A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8A2ED0C" wp14:editId="5D6CB502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A77855B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legende:</w:t>
      </w:r>
    </w:p>
    <w:p w14:paraId="6643C44E" w14:textId="77777777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>B = 50 cm (breedte)</w:t>
      </w:r>
    </w:p>
    <w:p w14:paraId="50CED2C8" w14:textId="1AD2B216" w:rsidR="00ED29AC" w:rsidRP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D29AC">
        <w:rPr>
          <w:rFonts w:ascii="Arial" w:hAnsi="Arial" w:cs="Arial"/>
          <w:lang w:val="nl-BE"/>
        </w:rPr>
        <w:t xml:space="preserve">H = 112 </w:t>
      </w:r>
      <w:r w:rsidR="00AB4684">
        <w:rPr>
          <w:rFonts w:ascii="Arial" w:hAnsi="Arial" w:cs="Arial"/>
          <w:lang w:val="nl-BE"/>
        </w:rPr>
        <w:t xml:space="preserve">- 130 </w:t>
      </w:r>
      <w:r w:rsidRPr="00ED29AC">
        <w:rPr>
          <w:rFonts w:ascii="Arial" w:hAnsi="Arial" w:cs="Arial"/>
          <w:lang w:val="nl-BE"/>
        </w:rPr>
        <w:t>cm (hoogte)</w:t>
      </w:r>
    </w:p>
    <w:p w14:paraId="29791275" w14:textId="1D07E2B3" w:rsidR="00ED29AC" w:rsidRDefault="00ED29AC" w:rsidP="00ED29AC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B4684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</w:t>
      </w:r>
      <w:proofErr w:type="spellStart"/>
      <w:r>
        <w:rPr>
          <w:rFonts w:ascii="Arial" w:hAnsi="Arial" w:cs="Arial"/>
          <w:lang w:val="fr-BE"/>
        </w:rPr>
        <w:t>dikte</w:t>
      </w:r>
      <w:proofErr w:type="spellEnd"/>
      <w:r>
        <w:rPr>
          <w:rFonts w:ascii="Arial" w:hAnsi="Arial" w:cs="Arial"/>
          <w:lang w:val="fr-BE"/>
        </w:rPr>
        <w:t>)</w:t>
      </w:r>
    </w:p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6A983" w14:textId="77777777" w:rsidR="002457DF" w:rsidRDefault="002457DF">
      <w:r>
        <w:separator/>
      </w:r>
    </w:p>
  </w:endnote>
  <w:endnote w:type="continuationSeparator" w:id="0">
    <w:p w14:paraId="7780EAD7" w14:textId="77777777" w:rsidR="002457DF" w:rsidRDefault="0024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3D6A295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D1CD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01EC" w14:textId="77777777" w:rsidR="002457DF" w:rsidRDefault="002457DF">
      <w:r>
        <w:separator/>
      </w:r>
    </w:p>
  </w:footnote>
  <w:footnote w:type="continuationSeparator" w:id="0">
    <w:p w14:paraId="77AC27EF" w14:textId="77777777" w:rsidR="002457DF" w:rsidRDefault="00245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1CDF26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4A56B0">
      <w:rPr>
        <w:rFonts w:ascii="Arial" w:hAnsi="Arial"/>
        <w:b/>
      </w:rPr>
      <w:t>Duofix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4A56B0">
      <w:rPr>
        <w:rFonts w:ascii="Arial" w:hAnsi="Arial"/>
        <w:b/>
      </w:rPr>
      <w:t xml:space="preserve"> urinoir,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09E80B99" w:rsidR="007C7FFA" w:rsidRPr="00B64DD5" w:rsidRDefault="00B2493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sproeikop, voor </w:t>
    </w:r>
    <w:r w:rsidR="004A56B0">
      <w:rPr>
        <w:rFonts w:ascii="Arial" w:hAnsi="Arial"/>
        <w:b/>
      </w:rPr>
      <w:t xml:space="preserve">sturing </w:t>
    </w:r>
    <w:r w:rsidR="00BA4153">
      <w:rPr>
        <w:rFonts w:ascii="Arial" w:hAnsi="Arial"/>
        <w:b/>
      </w:rPr>
      <w:t xml:space="preserve">boven </w:t>
    </w:r>
    <w:r w:rsidR="004A56B0">
      <w:rPr>
        <w:rFonts w:ascii="Arial" w:hAnsi="Arial"/>
        <w:b/>
      </w:rPr>
      <w:t>het urinoir</w:t>
    </w:r>
    <w:r w:rsidR="009A6132">
      <w:rPr>
        <w:rFonts w:ascii="Arial" w:hAnsi="Arial"/>
        <w:b/>
      </w:rPr>
      <w:t>,</w:t>
    </w:r>
    <w:r>
      <w:rPr>
        <w:rFonts w:ascii="Arial" w:hAnsi="Arial"/>
        <w:b/>
      </w:rPr>
      <w:br/>
    </w:r>
    <w:r w:rsidR="00BA4153">
      <w:rPr>
        <w:rFonts w:ascii="Arial" w:hAnsi="Arial"/>
        <w:b/>
      </w:rPr>
      <w:t xml:space="preserve">inbouw, </w:t>
    </w:r>
    <w:r w:rsidR="009A6132">
      <w:rPr>
        <w:rFonts w:ascii="Arial" w:hAnsi="Arial"/>
        <w:b/>
      </w:rPr>
      <w:t>111.</w:t>
    </w:r>
    <w:r w:rsidR="004A56B0">
      <w:rPr>
        <w:rFonts w:ascii="Arial" w:hAnsi="Arial"/>
        <w:b/>
      </w:rPr>
      <w:t>6</w:t>
    </w:r>
    <w:r>
      <w:rPr>
        <w:rFonts w:ascii="Arial" w:hAnsi="Arial"/>
        <w:b/>
      </w:rPr>
      <w:t>7</w:t>
    </w:r>
    <w:r w:rsidR="004A56B0">
      <w:rPr>
        <w:rFonts w:ascii="Arial" w:hAnsi="Arial"/>
        <w:b/>
      </w:rPr>
      <w:t>6</w:t>
    </w:r>
    <w:r w:rsidR="009A6132">
      <w:rPr>
        <w:rFonts w:ascii="Arial" w:hAnsi="Arial"/>
        <w:b/>
      </w:rPr>
      <w:t>.00.</w:t>
    </w:r>
    <w:r w:rsidR="004A56B0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16B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3A9A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E64"/>
    <w:rsid w:val="000E6962"/>
    <w:rsid w:val="000F34AC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E351F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7DF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48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51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177E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548D8"/>
    <w:rsid w:val="003657E1"/>
    <w:rsid w:val="0036662E"/>
    <w:rsid w:val="00367550"/>
    <w:rsid w:val="0037123D"/>
    <w:rsid w:val="003746C3"/>
    <w:rsid w:val="00374FF7"/>
    <w:rsid w:val="003751B2"/>
    <w:rsid w:val="00376791"/>
    <w:rsid w:val="003815A1"/>
    <w:rsid w:val="00382CC3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7A7"/>
    <w:rsid w:val="003B6CF1"/>
    <w:rsid w:val="003C0EF8"/>
    <w:rsid w:val="003C146E"/>
    <w:rsid w:val="003C2F7D"/>
    <w:rsid w:val="003C65A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27519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6B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2AB7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309C"/>
    <w:rsid w:val="005F5F37"/>
    <w:rsid w:val="005F688C"/>
    <w:rsid w:val="006012C0"/>
    <w:rsid w:val="00602691"/>
    <w:rsid w:val="00604EEC"/>
    <w:rsid w:val="006072CE"/>
    <w:rsid w:val="00607F7D"/>
    <w:rsid w:val="006101A0"/>
    <w:rsid w:val="006115CF"/>
    <w:rsid w:val="006127D6"/>
    <w:rsid w:val="0061788B"/>
    <w:rsid w:val="00621372"/>
    <w:rsid w:val="0062319E"/>
    <w:rsid w:val="00625C77"/>
    <w:rsid w:val="006265AC"/>
    <w:rsid w:val="00626F55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0483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5D68"/>
    <w:rsid w:val="007A6E5C"/>
    <w:rsid w:val="007A737D"/>
    <w:rsid w:val="007A74A6"/>
    <w:rsid w:val="007B11C5"/>
    <w:rsid w:val="007B380C"/>
    <w:rsid w:val="007B39A5"/>
    <w:rsid w:val="007B7302"/>
    <w:rsid w:val="007B7D4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4EB0"/>
    <w:rsid w:val="00875129"/>
    <w:rsid w:val="00880473"/>
    <w:rsid w:val="00881D68"/>
    <w:rsid w:val="008838BE"/>
    <w:rsid w:val="00890189"/>
    <w:rsid w:val="00895841"/>
    <w:rsid w:val="008972DD"/>
    <w:rsid w:val="008A0FD8"/>
    <w:rsid w:val="008A4182"/>
    <w:rsid w:val="008A5A3A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3A0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34DA"/>
    <w:rsid w:val="00A14E12"/>
    <w:rsid w:val="00A17409"/>
    <w:rsid w:val="00A20762"/>
    <w:rsid w:val="00A220AA"/>
    <w:rsid w:val="00A260BD"/>
    <w:rsid w:val="00A261C9"/>
    <w:rsid w:val="00A26784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4684"/>
    <w:rsid w:val="00AC5EF1"/>
    <w:rsid w:val="00AD2BCF"/>
    <w:rsid w:val="00AE0481"/>
    <w:rsid w:val="00AE0B4C"/>
    <w:rsid w:val="00AE1C8E"/>
    <w:rsid w:val="00AE5DB7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1CB"/>
    <w:rsid w:val="00B21C47"/>
    <w:rsid w:val="00B2308F"/>
    <w:rsid w:val="00B232FE"/>
    <w:rsid w:val="00B243A7"/>
    <w:rsid w:val="00B2493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153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41EA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0A7C"/>
    <w:rsid w:val="00CD159B"/>
    <w:rsid w:val="00CD25BF"/>
    <w:rsid w:val="00CE0306"/>
    <w:rsid w:val="00CE04C3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3F93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5AF6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275C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787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D166E3-F59F-46B4-9F3B-E6F436D36F76}"/>
</file>

<file path=customXml/itemProps3.xml><?xml version="1.0" encoding="utf-8"?>
<ds:datastoreItem xmlns:ds="http://schemas.openxmlformats.org/officeDocument/2006/customXml" ds:itemID="{6E074FE8-3411-4324-95FC-BC2BF415924F}">
  <ds:schemaRefs>
    <ds:schemaRef ds:uri="http://schemas.microsoft.com/office/2006/documentManagement/types"/>
    <ds:schemaRef ds:uri="http://schemas.microsoft.com/office/2006/metadata/properties"/>
    <ds:schemaRef ds:uri="a2313ea8-4521-49e8-b6bb-ca19bded6e8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442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2023-12-21T07:30:00Z</dcterms:created>
  <dcterms:modified xsi:type="dcterms:W3CDTF">2023-12-21T07:39:00Z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